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8B81C9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F01DC6">
        <w:rPr>
          <w:rFonts w:ascii="Verdana" w:eastAsia="Verdana" w:hAnsi="Verdana" w:cs="Times New Roman"/>
          <w:b/>
        </w:rPr>
        <w:t>7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 xml:space="preserve">OŚWIADCZENIE W SPRAWIE DYSPONOWANIA OSOBAMI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4C4E0D6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945CBC">
        <w:rPr>
          <w:rFonts w:cstheme="minorHAnsi"/>
          <w:lang w:eastAsia="pl-PL"/>
        </w:rPr>
        <w:t>4</w:t>
      </w:r>
      <w:r w:rsidR="0095040F">
        <w:rPr>
          <w:rFonts w:cstheme="minorHAnsi"/>
          <w:lang w:eastAsia="pl-PL"/>
        </w:rPr>
        <w:t>6</w:t>
      </w:r>
      <w:r w:rsidR="00F01DC6">
        <w:rPr>
          <w:rFonts w:cstheme="minorHAnsi"/>
          <w:lang w:eastAsia="pl-PL"/>
        </w:rPr>
        <w:t>55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F01DC6" w:rsidRPr="00F01DC6">
        <w:rPr>
          <w:rFonts w:cstheme="minorHAnsi"/>
          <w:lang w:eastAsia="pl-PL"/>
        </w:rPr>
        <w:t>Modernizacja budynku CD w Żyrardowie ul. Mazowiecka 1/5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F19D9E6" w14:textId="77777777" w:rsidR="00F01DC6" w:rsidRPr="00F01DC6" w:rsidRDefault="00F01DC6" w:rsidP="00F01DC6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F01DC6">
        <w:rPr>
          <w:rFonts w:cstheme="minorHAnsi"/>
          <w:lang w:eastAsia="pl-PL"/>
        </w:rPr>
        <w:t>co najmniej 1 osobą posiadającą uprawnienia budowlane do kierowania robotami w branży konstrukcyjno-budowlanej (uprawnienia z aktualną przynależnością do właściwej Izby Budownictwa), adekwatne do zakresu i rodzaju prac przewidzianych do realizacji zadań określonych w Specyfikacji Technicznej</w:t>
      </w:r>
    </w:p>
    <w:p w14:paraId="6DC8F457" w14:textId="77777777" w:rsidR="00F01DC6" w:rsidRPr="00F01DC6" w:rsidRDefault="00F01DC6" w:rsidP="00F01DC6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F01DC6">
        <w:rPr>
          <w:rFonts w:cstheme="minorHAnsi"/>
          <w:lang w:eastAsia="pl-PL"/>
        </w:rPr>
        <w:t xml:space="preserve">co najmniej 1 osobą posiadającą świadectwo kwalifikacyjne grupy D i E do 1 </w:t>
      </w:r>
      <w:proofErr w:type="spellStart"/>
      <w:r w:rsidRPr="00F01DC6">
        <w:rPr>
          <w:rFonts w:cstheme="minorHAnsi"/>
          <w:lang w:eastAsia="pl-PL"/>
        </w:rPr>
        <w:t>kV</w:t>
      </w:r>
      <w:proofErr w:type="spellEnd"/>
    </w:p>
    <w:p w14:paraId="5222CD7A" w14:textId="515298C1" w:rsidR="000855FF" w:rsidRPr="00B62B74" w:rsidRDefault="00F01DC6" w:rsidP="00F01DC6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F01DC6">
        <w:rPr>
          <w:rFonts w:cstheme="minorHAnsi"/>
          <w:lang w:eastAsia="pl-PL"/>
        </w:rPr>
        <w:t>co najmniej 1 osobą posiadającą uprawnienia budowlane do kierowania robotami w branży sanitarnej, (uprawnienia z aktualną przynależnością do właściwej Izby Budownictwa), adekwatne do zakresu i rodzaju prac przewidzianych do realizacji zadań określonych w Specyfikacji Technicznej</w:t>
      </w:r>
      <w:r w:rsidR="00B62B74" w:rsidRPr="00B62B74">
        <w:rPr>
          <w:rFonts w:cstheme="minorHAnsi"/>
          <w:lang w:eastAsia="pl-PL"/>
        </w:rPr>
        <w:t>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EA2FEDF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45CBC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95040F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F01DC6">
            <w:rPr>
              <w:rFonts w:asciiTheme="majorHAnsi" w:hAnsiTheme="majorHAnsi"/>
              <w:color w:val="000000" w:themeColor="text1"/>
              <w:sz w:val="14"/>
              <w:szCs w:val="18"/>
            </w:rPr>
            <w:t>55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01B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170AF"/>
    <w:rsid w:val="00322038"/>
    <w:rsid w:val="00347E8D"/>
    <w:rsid w:val="00362C4E"/>
    <w:rsid w:val="00366FFB"/>
    <w:rsid w:val="00371A75"/>
    <w:rsid w:val="00375780"/>
    <w:rsid w:val="00381365"/>
    <w:rsid w:val="00387A0D"/>
    <w:rsid w:val="003903C2"/>
    <w:rsid w:val="00391CD6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3666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B6D28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CBC"/>
    <w:rsid w:val="0095040F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14D1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20E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1DC6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POST/DYS/OLD/GZ/04655/2025                        </dmsv2SWPP2ObjectNumber>
    <dmsv2SWPP2SumMD5 xmlns="http://schemas.microsoft.com/sharepoint/v3">76ac8f35ee466196e6ca1bfc9023e9df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24105238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000000010007000200000001</dmsv2SWPP2ObjectDepartment>
    <dmsv2SWPP2ObjectName xmlns="http://schemas.microsoft.com/sharepoint/v3">Postępowanie</dmsv2SWPP2ObjectName>
    <_dlc_DocId xmlns="a19cb1c7-c5c7-46d4-85ae-d83685407bba">JEUP5JKVCYQC-922955212-19156</_dlc_DocId>
    <_dlc_DocIdUrl xmlns="a19cb1c7-c5c7-46d4-85ae-d83685407bba">
      <Url>https://swpp2.dms.gkpge.pl/sites/41/_layouts/15/DocIdRedir.aspx?ID=JEUP5JKVCYQC-922955212-19156</Url>
      <Description>JEUP5JKVCYQC-922955212-19156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556CB6-5115-4ABB-B258-9934E4CEFA4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0F8554-668D-4153-9106-374ABB9FB65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24</cp:revision>
  <cp:lastPrinted>2024-07-15T11:21:00Z</cp:lastPrinted>
  <dcterms:created xsi:type="dcterms:W3CDTF">2025-01-15T13:15:00Z</dcterms:created>
  <dcterms:modified xsi:type="dcterms:W3CDTF">2026-01-09T10:55:00Z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eec19758-ea46-4258-aae1-aadd925c7694</vt:lpwstr>
  </property>
</Properties>
</file>